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5CECE" w14:textId="013178E3" w:rsidR="00772E49" w:rsidRPr="002838C2" w:rsidRDefault="00772E49" w:rsidP="00F10B9D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</w:pPr>
      <w:bookmarkStart w:id="0" w:name="_Hlk121152810"/>
      <w:bookmarkStart w:id="1" w:name="_Toc289083046"/>
      <w:r w:rsidRPr="002838C2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 xml:space="preserve">ZAŁĄCZNIK NR </w:t>
      </w:r>
      <w:r w:rsidR="00010559" w:rsidRPr="002838C2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>1</w:t>
      </w:r>
      <w:r w:rsidRPr="002838C2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 xml:space="preserve"> </w:t>
      </w:r>
      <w:r w:rsidR="00F10B9D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>–</w:t>
      </w:r>
      <w:r w:rsidRPr="002838C2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 xml:space="preserve"> </w:t>
      </w:r>
      <w:bookmarkEnd w:id="0"/>
      <w:r w:rsidR="00F10B9D">
        <w:rPr>
          <w:rFonts w:ascii="Arial" w:eastAsia="Times New Roman" w:hAnsi="Arial" w:cs="Cambria"/>
          <w:b/>
          <w:bCs/>
          <w:i/>
          <w:sz w:val="18"/>
          <w:szCs w:val="18"/>
          <w:lang w:eastAsia="pl-PL"/>
        </w:rPr>
        <w:t>Formularz ofertowy</w:t>
      </w:r>
    </w:p>
    <w:bookmarkEnd w:id="1"/>
    <w:p w14:paraId="387613FB" w14:textId="47228232" w:rsidR="00C25BD1" w:rsidRPr="00AE5A6E" w:rsidRDefault="00C25BD1" w:rsidP="00AF31EF">
      <w:pPr>
        <w:jc w:val="center"/>
        <w:rPr>
          <w:rFonts w:ascii="Arial" w:hAnsi="Arial" w:cs="Arial"/>
          <w:b/>
        </w:rPr>
      </w:pPr>
    </w:p>
    <w:p w14:paraId="11C477F0" w14:textId="77777777" w:rsidR="00772E49" w:rsidRPr="00772E49" w:rsidRDefault="00772E49" w:rsidP="00772E49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sz w:val="24"/>
          <w:szCs w:val="24"/>
          <w:lang w:eastAsia="pl-PL"/>
        </w:rPr>
      </w:pPr>
      <w:bookmarkStart w:id="2" w:name="_Hlk78535526"/>
      <w:bookmarkStart w:id="3" w:name="_Hlk78535517"/>
      <w:r w:rsidRPr="00772E49">
        <w:rPr>
          <w:rFonts w:ascii="Nimbus Roman No9 L" w:eastAsia="Times New Roman" w:hAnsi="Nimbus Roman No9 L" w:cs="Nimbus Roman No9 L"/>
          <w:sz w:val="24"/>
          <w:szCs w:val="24"/>
          <w:lang w:eastAsia="pl-PL"/>
        </w:rPr>
        <w:t>______________________                                                               ______________________</w:t>
      </w:r>
    </w:p>
    <w:p w14:paraId="5417B468" w14:textId="6540A287" w:rsidR="00962C23" w:rsidRPr="00AE5A6E" w:rsidRDefault="00772E49" w:rsidP="004D0876">
      <w:pPr>
        <w:widowControl w:val="0"/>
        <w:suppressAutoHyphens/>
        <w:spacing w:before="120" w:after="120" w:line="360" w:lineRule="auto"/>
        <w:jc w:val="center"/>
        <w:rPr>
          <w:rFonts w:ascii="Arial" w:eastAsia="Times New Roman" w:hAnsi="Arial"/>
          <w:i/>
          <w:sz w:val="18"/>
          <w:szCs w:val="18"/>
          <w:lang w:eastAsia="pl-PL"/>
        </w:rPr>
      </w:pPr>
      <w:bookmarkStart w:id="4" w:name="_Hlk78535540"/>
      <w:bookmarkEnd w:id="2"/>
      <w:r w:rsidRPr="00772E49">
        <w:rPr>
          <w:rFonts w:ascii="Arial" w:eastAsia="Times New Roman" w:hAnsi="Arial"/>
          <w:i/>
          <w:sz w:val="18"/>
          <w:szCs w:val="18"/>
          <w:lang w:eastAsia="pl-PL"/>
        </w:rPr>
        <w:t>(pieczęć oferenta)                                                                                                   (miejscowość, data)</w:t>
      </w:r>
      <w:bookmarkEnd w:id="3"/>
      <w:bookmarkEnd w:id="4"/>
    </w:p>
    <w:p w14:paraId="7EF921F7" w14:textId="4D16BCFF" w:rsidR="00962C23" w:rsidRDefault="00962C23" w:rsidP="00772E49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E5A6E">
        <w:rPr>
          <w:rFonts w:ascii="Arial" w:hAnsi="Arial" w:cs="Arial"/>
          <w:b/>
          <w:sz w:val="28"/>
          <w:szCs w:val="28"/>
        </w:rPr>
        <w:t xml:space="preserve">OFERTA </w:t>
      </w:r>
    </w:p>
    <w:p w14:paraId="3698F34C" w14:textId="2CD28812" w:rsidR="00AF31EF" w:rsidRPr="00AE5A6E" w:rsidRDefault="00C25BD1" w:rsidP="00C25BD1">
      <w:pPr>
        <w:jc w:val="both"/>
        <w:rPr>
          <w:rFonts w:ascii="Arial" w:hAnsi="Arial" w:cs="Arial"/>
          <w:b/>
          <w:bCs/>
        </w:rPr>
      </w:pPr>
      <w:r w:rsidRPr="00AE5A6E">
        <w:rPr>
          <w:rFonts w:ascii="Arial" w:hAnsi="Arial" w:cs="Arial"/>
          <w:b/>
          <w:bCs/>
        </w:rPr>
        <w:t>„Dostaw</w:t>
      </w:r>
      <w:r w:rsidR="00772E49" w:rsidRPr="00AE5A6E">
        <w:rPr>
          <w:rFonts w:ascii="Arial" w:hAnsi="Arial" w:cs="Arial"/>
          <w:b/>
          <w:bCs/>
        </w:rPr>
        <w:t>a</w:t>
      </w:r>
      <w:r w:rsidRPr="00AE5A6E">
        <w:rPr>
          <w:rFonts w:ascii="Arial" w:hAnsi="Arial" w:cs="Arial"/>
          <w:b/>
          <w:bCs/>
        </w:rPr>
        <w:t xml:space="preserve"> paliw płynnych do samoc</w:t>
      </w:r>
      <w:r w:rsidR="00962C23" w:rsidRPr="00AE5A6E">
        <w:rPr>
          <w:rFonts w:ascii="Arial" w:hAnsi="Arial" w:cs="Arial"/>
          <w:b/>
          <w:bCs/>
        </w:rPr>
        <w:t>hodów osobowych eksploatowanych</w:t>
      </w:r>
      <w:r w:rsidR="00772E49" w:rsidRPr="00AE5A6E">
        <w:rPr>
          <w:rFonts w:ascii="Arial" w:hAnsi="Arial" w:cs="Arial"/>
          <w:b/>
          <w:bCs/>
        </w:rPr>
        <w:t xml:space="preserve"> </w:t>
      </w:r>
      <w:r w:rsidR="00772E49" w:rsidRPr="00AE5A6E">
        <w:rPr>
          <w:rFonts w:ascii="Arial" w:hAnsi="Arial" w:cs="Arial"/>
          <w:b/>
          <w:bCs/>
        </w:rPr>
        <w:br/>
      </w:r>
      <w:r w:rsidRPr="00AE5A6E">
        <w:rPr>
          <w:rFonts w:ascii="Arial" w:hAnsi="Arial" w:cs="Arial"/>
          <w:b/>
          <w:bCs/>
        </w:rPr>
        <w:t>w Regionalnej Dyrekcji Ochrony Środowiska w Gdańsku, w systemie sprzedaży bezgotówkowej,</w:t>
      </w:r>
      <w:r w:rsidR="00772E49" w:rsidRPr="00AE5A6E">
        <w:rPr>
          <w:rFonts w:ascii="Arial" w:hAnsi="Arial" w:cs="Arial"/>
          <w:b/>
          <w:bCs/>
        </w:rPr>
        <w:t xml:space="preserve"> </w:t>
      </w:r>
      <w:r w:rsidR="00F6454E" w:rsidRPr="00AE5A6E">
        <w:rPr>
          <w:rFonts w:ascii="Arial" w:hAnsi="Arial" w:cs="Arial"/>
          <w:b/>
          <w:bCs/>
        </w:rPr>
        <w:t xml:space="preserve">w okresie od </w:t>
      </w:r>
      <w:r w:rsidR="005B56E0" w:rsidRPr="00AE5A6E">
        <w:rPr>
          <w:rFonts w:ascii="Arial" w:hAnsi="Arial" w:cs="Arial"/>
          <w:b/>
          <w:bCs/>
        </w:rPr>
        <w:t>0</w:t>
      </w:r>
      <w:r w:rsidR="00F10B9D">
        <w:rPr>
          <w:rFonts w:ascii="Arial" w:hAnsi="Arial" w:cs="Arial"/>
          <w:b/>
          <w:bCs/>
        </w:rPr>
        <w:t>2</w:t>
      </w:r>
      <w:r w:rsidR="00F6454E" w:rsidRPr="00AE5A6E">
        <w:rPr>
          <w:rFonts w:ascii="Arial" w:hAnsi="Arial" w:cs="Arial"/>
          <w:b/>
          <w:bCs/>
        </w:rPr>
        <w:t>.01.20</w:t>
      </w:r>
      <w:r w:rsidR="005B56E0" w:rsidRPr="00AE5A6E">
        <w:rPr>
          <w:rFonts w:ascii="Arial" w:hAnsi="Arial" w:cs="Arial"/>
          <w:b/>
          <w:bCs/>
        </w:rPr>
        <w:t>2</w:t>
      </w:r>
      <w:r w:rsidR="00AA4467">
        <w:rPr>
          <w:rFonts w:ascii="Arial" w:hAnsi="Arial" w:cs="Arial"/>
          <w:b/>
          <w:bCs/>
        </w:rPr>
        <w:t>6</w:t>
      </w:r>
      <w:r w:rsidR="00360647">
        <w:rPr>
          <w:rFonts w:ascii="Arial" w:hAnsi="Arial" w:cs="Arial"/>
          <w:b/>
          <w:bCs/>
        </w:rPr>
        <w:t xml:space="preserve"> </w:t>
      </w:r>
      <w:r w:rsidRPr="00AE5A6E">
        <w:rPr>
          <w:rFonts w:ascii="Arial" w:hAnsi="Arial" w:cs="Arial"/>
          <w:b/>
          <w:bCs/>
        </w:rPr>
        <w:t xml:space="preserve">r. do </w:t>
      </w:r>
      <w:r w:rsidR="00F6454E" w:rsidRPr="00AE5A6E">
        <w:rPr>
          <w:rFonts w:ascii="Arial" w:hAnsi="Arial" w:cs="Arial"/>
          <w:b/>
          <w:bCs/>
        </w:rPr>
        <w:t>3</w:t>
      </w:r>
      <w:r w:rsidR="0052673D">
        <w:rPr>
          <w:rFonts w:ascii="Arial" w:hAnsi="Arial" w:cs="Arial"/>
          <w:b/>
          <w:bCs/>
        </w:rPr>
        <w:t>1</w:t>
      </w:r>
      <w:r w:rsidR="00F6454E" w:rsidRPr="00AE5A6E">
        <w:rPr>
          <w:rFonts w:ascii="Arial" w:hAnsi="Arial" w:cs="Arial"/>
          <w:b/>
          <w:bCs/>
        </w:rPr>
        <w:t>.12.20</w:t>
      </w:r>
      <w:r w:rsidR="005B56E0" w:rsidRPr="00AE5A6E">
        <w:rPr>
          <w:rFonts w:ascii="Arial" w:hAnsi="Arial" w:cs="Arial"/>
          <w:b/>
          <w:bCs/>
        </w:rPr>
        <w:t>2</w:t>
      </w:r>
      <w:r w:rsidR="00AA4467">
        <w:rPr>
          <w:rFonts w:ascii="Arial" w:hAnsi="Arial" w:cs="Arial"/>
          <w:b/>
          <w:bCs/>
        </w:rPr>
        <w:t>6</w:t>
      </w:r>
      <w:r w:rsidR="00440BBA">
        <w:rPr>
          <w:rFonts w:ascii="Arial" w:hAnsi="Arial" w:cs="Arial"/>
          <w:b/>
          <w:bCs/>
        </w:rPr>
        <w:t xml:space="preserve"> </w:t>
      </w:r>
      <w:r w:rsidRPr="00AE5A6E">
        <w:rPr>
          <w:rFonts w:ascii="Arial" w:hAnsi="Arial" w:cs="Arial"/>
          <w:b/>
          <w:bCs/>
        </w:rPr>
        <w:t>r.</w:t>
      </w:r>
      <w:r w:rsidR="00772E49" w:rsidRPr="00AE5A6E">
        <w:rPr>
          <w:rFonts w:ascii="Arial" w:hAnsi="Arial" w:cs="Arial"/>
          <w:b/>
          <w:bCs/>
        </w:rPr>
        <w:t>”</w:t>
      </w:r>
    </w:p>
    <w:tbl>
      <w:tblPr>
        <w:tblStyle w:val="Tabela-Siatka1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AE5A6E" w:rsidRPr="00772E49" w14:paraId="6E0B0EA8" w14:textId="77777777" w:rsidTr="008703AB">
        <w:trPr>
          <w:trHeight w:val="617"/>
          <w:jc w:val="right"/>
        </w:trPr>
        <w:tc>
          <w:tcPr>
            <w:tcW w:w="2410" w:type="dxa"/>
            <w:vAlign w:val="center"/>
          </w:tcPr>
          <w:p w14:paraId="74EECB43" w14:textId="77777777" w:rsidR="00772E49" w:rsidRPr="00772E49" w:rsidRDefault="00772E49" w:rsidP="00772E49">
            <w:pPr>
              <w:widowControl w:val="0"/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72E49">
              <w:rPr>
                <w:rFonts w:ascii="Arial" w:eastAsia="Times New Roman" w:hAnsi="Arial" w:cs="Arial"/>
                <w:i/>
                <w:lang w:eastAsia="pl-PL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07F8C786" w14:textId="77777777" w:rsidR="00772E49" w:rsidRPr="00772E49" w:rsidRDefault="00772E49" w:rsidP="00772E49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72E49">
              <w:rPr>
                <w:rFonts w:ascii="Arial" w:eastAsia="Times New Roman" w:hAnsi="Arial" w:cs="Arial"/>
                <w:lang w:eastAsia="pl-PL"/>
              </w:rPr>
              <w:t>_________________________________________________</w:t>
            </w:r>
          </w:p>
        </w:tc>
      </w:tr>
      <w:tr w:rsidR="00AE5A6E" w:rsidRPr="00772E49" w14:paraId="0776CEF6" w14:textId="77777777" w:rsidTr="008703AB">
        <w:trPr>
          <w:trHeight w:val="616"/>
          <w:jc w:val="right"/>
        </w:trPr>
        <w:tc>
          <w:tcPr>
            <w:tcW w:w="2410" w:type="dxa"/>
            <w:vAlign w:val="center"/>
          </w:tcPr>
          <w:p w14:paraId="393E3EF7" w14:textId="77777777" w:rsidR="00772E49" w:rsidRPr="00772E49" w:rsidRDefault="00772E49" w:rsidP="00772E49">
            <w:pPr>
              <w:widowControl w:val="0"/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72E49">
              <w:rPr>
                <w:rFonts w:ascii="Arial" w:eastAsia="Times New Roman" w:hAnsi="Arial" w:cs="Arial"/>
                <w:i/>
                <w:lang w:eastAsia="pl-PL"/>
              </w:rPr>
              <w:t>Siedziba</w:t>
            </w:r>
          </w:p>
        </w:tc>
        <w:tc>
          <w:tcPr>
            <w:tcW w:w="6770" w:type="dxa"/>
            <w:vAlign w:val="bottom"/>
          </w:tcPr>
          <w:p w14:paraId="24024DFE" w14:textId="77777777" w:rsidR="00772E49" w:rsidRPr="00772E49" w:rsidRDefault="00772E49" w:rsidP="00772E49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72E49">
              <w:rPr>
                <w:rFonts w:ascii="Arial" w:eastAsia="Times New Roman" w:hAnsi="Arial" w:cs="Arial"/>
                <w:lang w:eastAsia="pl-PL"/>
              </w:rPr>
              <w:t>_________________________________________________</w:t>
            </w:r>
          </w:p>
        </w:tc>
      </w:tr>
      <w:tr w:rsidR="00AE5A6E" w:rsidRPr="00772E49" w14:paraId="72A50C9F" w14:textId="77777777" w:rsidTr="008703AB">
        <w:trPr>
          <w:trHeight w:val="616"/>
          <w:jc w:val="right"/>
        </w:trPr>
        <w:tc>
          <w:tcPr>
            <w:tcW w:w="2410" w:type="dxa"/>
            <w:vAlign w:val="center"/>
          </w:tcPr>
          <w:p w14:paraId="73EE63FE" w14:textId="77777777" w:rsidR="00772E49" w:rsidRPr="00772E49" w:rsidRDefault="00772E49" w:rsidP="00772E49">
            <w:pPr>
              <w:widowControl w:val="0"/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72E49">
              <w:rPr>
                <w:rFonts w:ascii="Arial" w:eastAsia="Times New Roman" w:hAnsi="Arial" w:cs="Arial"/>
                <w:i/>
                <w:lang w:eastAsia="pl-PL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1B7F030F" w14:textId="77777777" w:rsidR="00772E49" w:rsidRPr="00772E49" w:rsidRDefault="00772E49" w:rsidP="00772E49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72E49">
              <w:rPr>
                <w:rFonts w:ascii="Arial" w:eastAsia="Times New Roman" w:hAnsi="Arial" w:cs="Arial"/>
                <w:lang w:eastAsia="pl-PL"/>
              </w:rPr>
              <w:t>_________________________________________________</w:t>
            </w:r>
          </w:p>
        </w:tc>
      </w:tr>
      <w:tr w:rsidR="00AE5A6E" w:rsidRPr="00772E49" w14:paraId="443F9C45" w14:textId="77777777" w:rsidTr="008703AB">
        <w:trPr>
          <w:trHeight w:val="616"/>
          <w:jc w:val="right"/>
        </w:trPr>
        <w:tc>
          <w:tcPr>
            <w:tcW w:w="2410" w:type="dxa"/>
            <w:vAlign w:val="center"/>
          </w:tcPr>
          <w:p w14:paraId="40E2161D" w14:textId="77777777" w:rsidR="00772E49" w:rsidRPr="00772E49" w:rsidRDefault="00772E49" w:rsidP="00772E49">
            <w:pPr>
              <w:widowControl w:val="0"/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72E49">
              <w:rPr>
                <w:rFonts w:ascii="Arial" w:eastAsia="Times New Roman" w:hAnsi="Arial" w:cs="Arial"/>
                <w:i/>
                <w:lang w:eastAsia="pl-PL"/>
              </w:rPr>
              <w:t>Nr NIP</w:t>
            </w:r>
          </w:p>
        </w:tc>
        <w:tc>
          <w:tcPr>
            <w:tcW w:w="6770" w:type="dxa"/>
            <w:vAlign w:val="bottom"/>
          </w:tcPr>
          <w:p w14:paraId="3C77352C" w14:textId="77777777" w:rsidR="00772E49" w:rsidRPr="00772E49" w:rsidRDefault="00772E49" w:rsidP="00772E49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72E49">
              <w:rPr>
                <w:rFonts w:ascii="Arial" w:eastAsia="Times New Roman" w:hAnsi="Arial" w:cs="Arial"/>
                <w:lang w:eastAsia="pl-PL"/>
              </w:rPr>
              <w:t>_________________________________________________</w:t>
            </w:r>
          </w:p>
        </w:tc>
      </w:tr>
      <w:tr w:rsidR="00AE5A6E" w:rsidRPr="00772E49" w14:paraId="564F44B0" w14:textId="77777777" w:rsidTr="008703AB">
        <w:trPr>
          <w:trHeight w:val="616"/>
          <w:jc w:val="right"/>
        </w:trPr>
        <w:tc>
          <w:tcPr>
            <w:tcW w:w="2410" w:type="dxa"/>
            <w:vAlign w:val="center"/>
          </w:tcPr>
          <w:p w14:paraId="575AE140" w14:textId="77777777" w:rsidR="00772E49" w:rsidRPr="00772E49" w:rsidRDefault="00772E49" w:rsidP="00772E49">
            <w:pPr>
              <w:widowControl w:val="0"/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72E49">
              <w:rPr>
                <w:rFonts w:ascii="Arial" w:eastAsia="Times New Roman" w:hAnsi="Arial" w:cs="Arial"/>
                <w:i/>
                <w:lang w:eastAsia="pl-PL"/>
              </w:rPr>
              <w:t>Nr REGON</w:t>
            </w:r>
          </w:p>
        </w:tc>
        <w:tc>
          <w:tcPr>
            <w:tcW w:w="6770" w:type="dxa"/>
            <w:vAlign w:val="bottom"/>
          </w:tcPr>
          <w:p w14:paraId="54803A74" w14:textId="77777777" w:rsidR="00772E49" w:rsidRPr="00772E49" w:rsidRDefault="00772E49" w:rsidP="00772E49">
            <w:pPr>
              <w:widowControl w:val="0"/>
              <w:suppressAutoHyphens/>
              <w:spacing w:before="120" w:after="12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72E49">
              <w:rPr>
                <w:rFonts w:ascii="Arial" w:eastAsia="Times New Roman" w:hAnsi="Arial" w:cs="Arial"/>
                <w:lang w:eastAsia="pl-PL"/>
              </w:rPr>
              <w:t>_________________________________________________</w:t>
            </w:r>
          </w:p>
        </w:tc>
      </w:tr>
      <w:tr w:rsidR="00AE5A6E" w:rsidRPr="00772E49" w14:paraId="6B90005B" w14:textId="77777777" w:rsidTr="008703AB">
        <w:trPr>
          <w:trHeight w:val="616"/>
          <w:jc w:val="right"/>
        </w:trPr>
        <w:tc>
          <w:tcPr>
            <w:tcW w:w="2410" w:type="dxa"/>
            <w:vAlign w:val="center"/>
          </w:tcPr>
          <w:p w14:paraId="3A0AF7E4" w14:textId="77777777" w:rsidR="00772E49" w:rsidRPr="00772E49" w:rsidRDefault="00772E49" w:rsidP="00772E49">
            <w:pPr>
              <w:widowControl w:val="0"/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772E49">
              <w:rPr>
                <w:rFonts w:ascii="Arial" w:eastAsia="Times New Roman" w:hAnsi="Arial" w:cs="Arial"/>
                <w:i/>
                <w:lang w:eastAsia="pl-PL"/>
              </w:rPr>
              <w:t>Email</w:t>
            </w:r>
          </w:p>
        </w:tc>
        <w:tc>
          <w:tcPr>
            <w:tcW w:w="6770" w:type="dxa"/>
            <w:vAlign w:val="bottom"/>
          </w:tcPr>
          <w:p w14:paraId="51D4CB81" w14:textId="77777777" w:rsidR="00772E49" w:rsidRPr="00772E49" w:rsidRDefault="00772E49" w:rsidP="00772E49">
            <w:pPr>
              <w:widowControl w:val="0"/>
              <w:suppressAutoHyphens/>
              <w:spacing w:before="120" w:after="12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72E49">
              <w:rPr>
                <w:rFonts w:ascii="Arial" w:eastAsia="Times New Roman" w:hAnsi="Arial" w:cs="Arial"/>
                <w:lang w:eastAsia="pl-PL"/>
              </w:rPr>
              <w:t>_________________________________________________</w:t>
            </w:r>
          </w:p>
        </w:tc>
      </w:tr>
    </w:tbl>
    <w:p w14:paraId="4364F019" w14:textId="77777777" w:rsidR="004D0876" w:rsidRPr="00AE5A6E" w:rsidRDefault="004D0876" w:rsidP="004D0876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</w:p>
    <w:p w14:paraId="24CDFAC7" w14:textId="66162BB6" w:rsidR="00360647" w:rsidRDefault="004D0876" w:rsidP="004D0876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4D0876">
        <w:rPr>
          <w:rFonts w:ascii="Arial" w:eastAsiaTheme="minorHAnsi" w:hAnsi="Arial" w:cs="Arial"/>
          <w:bCs/>
        </w:rPr>
        <w:t xml:space="preserve">Dane dotyczące Zamawiającego:   </w:t>
      </w:r>
    </w:p>
    <w:p w14:paraId="7B97E1F2" w14:textId="77777777" w:rsidR="00360647" w:rsidRDefault="00360647" w:rsidP="004D0876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</w:p>
    <w:p w14:paraId="4A40A8B9" w14:textId="77777777" w:rsidR="00360647" w:rsidRDefault="004D0876" w:rsidP="00360647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4D0876">
        <w:rPr>
          <w:rFonts w:ascii="Arial" w:eastAsiaTheme="minorHAnsi" w:hAnsi="Arial" w:cs="Arial"/>
          <w:bCs/>
        </w:rPr>
        <w:t>Regionalna Dyrekcja Ochrony Środowiska w Gdańsku</w:t>
      </w:r>
    </w:p>
    <w:p w14:paraId="62526B89" w14:textId="2A1E08AB" w:rsidR="00360647" w:rsidRDefault="004D0876" w:rsidP="00360647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4D0876">
        <w:rPr>
          <w:rFonts w:ascii="Arial" w:eastAsiaTheme="minorHAnsi" w:hAnsi="Arial" w:cs="Arial"/>
          <w:bCs/>
        </w:rPr>
        <w:t>ul. Chmielna 54/57,</w:t>
      </w:r>
    </w:p>
    <w:p w14:paraId="4C53C75A" w14:textId="5D3F5359" w:rsidR="00360647" w:rsidRDefault="004D0876" w:rsidP="00360647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4D0876">
        <w:rPr>
          <w:rFonts w:ascii="Arial" w:eastAsiaTheme="minorHAnsi" w:hAnsi="Arial" w:cs="Arial"/>
          <w:bCs/>
        </w:rPr>
        <w:t>80-748 Gdańsk,</w:t>
      </w:r>
    </w:p>
    <w:p w14:paraId="1C56FFE2" w14:textId="616D6541" w:rsidR="00360647" w:rsidRDefault="004D0876" w:rsidP="00360647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4D0876">
        <w:rPr>
          <w:rFonts w:ascii="Arial" w:eastAsiaTheme="minorHAnsi" w:hAnsi="Arial" w:cs="Arial"/>
          <w:bCs/>
        </w:rPr>
        <w:t xml:space="preserve">NIP 583-304-72-93, REGON 220700750, </w:t>
      </w:r>
    </w:p>
    <w:p w14:paraId="0950F8AD" w14:textId="45139C11" w:rsidR="004D0876" w:rsidRPr="004D0876" w:rsidRDefault="004D0876" w:rsidP="00360647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4D0876">
        <w:rPr>
          <w:rFonts w:ascii="Arial" w:eastAsiaTheme="minorHAnsi" w:hAnsi="Arial" w:cs="Arial"/>
          <w:bCs/>
        </w:rPr>
        <w:t>tel. (58) 68 36 800, fax (58) 68 36 803</w:t>
      </w:r>
    </w:p>
    <w:p w14:paraId="0260B10F" w14:textId="77777777" w:rsidR="004D0876" w:rsidRPr="004D0876" w:rsidRDefault="004D0876" w:rsidP="004D0876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</w:p>
    <w:p w14:paraId="579A0905" w14:textId="70390E49" w:rsidR="004D0876" w:rsidRPr="00AE5A6E" w:rsidRDefault="004D0876" w:rsidP="004D0876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4D0876">
        <w:rPr>
          <w:rFonts w:ascii="Arial" w:eastAsiaTheme="minorHAnsi" w:hAnsi="Arial" w:cs="Arial"/>
          <w:bCs/>
        </w:rPr>
        <w:t>Składamy ofertę i zobowiązujemy się wykonać przedmiot zamówienia</w:t>
      </w:r>
      <w:r w:rsidRPr="004D0876">
        <w:rPr>
          <w:rFonts w:ascii="Arial" w:eastAsiaTheme="minorHAnsi" w:hAnsi="Arial" w:cs="Arial"/>
        </w:rPr>
        <w:t xml:space="preserve"> </w:t>
      </w:r>
      <w:r w:rsidRPr="004D0876">
        <w:rPr>
          <w:rFonts w:ascii="Arial" w:eastAsia="Trebuchet MS" w:hAnsi="Arial" w:cs="Arial"/>
          <w:bCs/>
        </w:rPr>
        <w:t xml:space="preserve">dla </w:t>
      </w:r>
      <w:r w:rsidRPr="004D0876">
        <w:rPr>
          <w:rFonts w:ascii="Arial" w:eastAsiaTheme="minorHAnsi" w:hAnsi="Arial" w:cs="Arial"/>
          <w:bCs/>
        </w:rPr>
        <w:t>Regionalnej Dyrekcji Ochrony Środowiska w Gdańsku:</w:t>
      </w:r>
    </w:p>
    <w:p w14:paraId="003C8DAA" w14:textId="77777777" w:rsidR="004D0876" w:rsidRPr="00AE5A6E" w:rsidRDefault="004D0876" w:rsidP="004D0876">
      <w:pPr>
        <w:widowControl w:val="0"/>
        <w:suppressAutoHyphens/>
        <w:spacing w:after="0" w:line="240" w:lineRule="auto"/>
        <w:jc w:val="both"/>
        <w:rPr>
          <w:rFonts w:ascii="Arial" w:eastAsiaTheme="minorHAnsi" w:hAnsi="Arial" w:cs="Arial"/>
        </w:rPr>
      </w:pPr>
    </w:p>
    <w:tbl>
      <w:tblPr>
        <w:tblW w:w="9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850"/>
        <w:gridCol w:w="851"/>
        <w:gridCol w:w="1275"/>
        <w:gridCol w:w="747"/>
        <w:gridCol w:w="1417"/>
        <w:gridCol w:w="1418"/>
        <w:gridCol w:w="954"/>
      </w:tblGrid>
      <w:tr w:rsidR="00AE5A6E" w:rsidRPr="00AE5A6E" w14:paraId="387D4DCB" w14:textId="77777777" w:rsidTr="004D0876">
        <w:trPr>
          <w:trHeight w:val="168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0EB534C" w14:textId="77777777" w:rsidR="00491C70" w:rsidRPr="00AE5A6E" w:rsidRDefault="00491C70" w:rsidP="00AA01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EE75D40" w14:textId="77777777" w:rsidR="00491C70" w:rsidRPr="00AE5A6E" w:rsidRDefault="00491C70" w:rsidP="00AA01E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>Nazwa produktu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CF16DDE" w14:textId="77777777" w:rsidR="00491C70" w:rsidRPr="00AE5A6E" w:rsidRDefault="00491C70" w:rsidP="00AA01E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 xml:space="preserve">Cena </w:t>
            </w:r>
            <w:r w:rsidRPr="00AE5A6E">
              <w:rPr>
                <w:rFonts w:ascii="Arial" w:hAnsi="Arial" w:cs="Arial"/>
                <w:b/>
                <w:sz w:val="16"/>
                <w:szCs w:val="16"/>
              </w:rPr>
              <w:br/>
              <w:t>za 1 litr netto</w:t>
            </w:r>
          </w:p>
          <w:p w14:paraId="25109CD1" w14:textId="727EFAA3" w:rsidR="00491C70" w:rsidRPr="00AE5A6E" w:rsidRDefault="00491C70" w:rsidP="00AA01E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95CB620" w14:textId="77777777" w:rsidR="00491C70" w:rsidRPr="00AE5A6E" w:rsidRDefault="00491C70" w:rsidP="00AA01E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 xml:space="preserve">Cena </w:t>
            </w:r>
            <w:r w:rsidRPr="00AE5A6E">
              <w:rPr>
                <w:rFonts w:ascii="Arial" w:hAnsi="Arial" w:cs="Arial"/>
                <w:b/>
                <w:sz w:val="16"/>
                <w:szCs w:val="16"/>
              </w:rPr>
              <w:br/>
              <w:t xml:space="preserve">za 1 litr </w:t>
            </w:r>
            <w:r w:rsidRPr="00AE5A6E">
              <w:rPr>
                <w:rFonts w:ascii="Arial" w:hAnsi="Arial" w:cs="Arial"/>
                <w:b/>
                <w:sz w:val="16"/>
                <w:szCs w:val="16"/>
              </w:rPr>
              <w:br/>
              <w:t>brutto</w:t>
            </w:r>
          </w:p>
          <w:p w14:paraId="44C3A5F1" w14:textId="0C6237B4" w:rsidR="00491C70" w:rsidRPr="00AE5A6E" w:rsidRDefault="00491C70" w:rsidP="00AA01E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0C1F0DC" w14:textId="77777777" w:rsidR="00491C70" w:rsidRPr="00AE5A6E" w:rsidRDefault="00491C70" w:rsidP="00C25BD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>Szacowana wielkość zamówienia/ ilość w litrach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B41E763" w14:textId="44377B0C" w:rsidR="00491C70" w:rsidRPr="00AE5A6E" w:rsidRDefault="00491C70" w:rsidP="007A743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 xml:space="preserve">Stały upust </w:t>
            </w:r>
          </w:p>
          <w:p w14:paraId="26A04C78" w14:textId="77777777" w:rsidR="00491C70" w:rsidRPr="00AE5A6E" w:rsidRDefault="00491C70" w:rsidP="00772E4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81DE2D" w14:textId="31A9DE81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>Cena za 1 litr netto uwzględniająca stały upust</w:t>
            </w:r>
          </w:p>
          <w:p w14:paraId="006D2040" w14:textId="4D8E71FE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4CB6FE7" w14:textId="5B73E941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5A6E">
              <w:rPr>
                <w:rFonts w:ascii="Arial" w:hAnsi="Arial" w:cs="Arial"/>
                <w:b/>
                <w:sz w:val="16"/>
                <w:szCs w:val="16"/>
              </w:rPr>
              <w:t>Cena za 1 litr brutto uwzględniająca stały upust</w:t>
            </w:r>
          </w:p>
          <w:p w14:paraId="62F0487E" w14:textId="6CB7EF9E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BB0CB8B" w14:textId="6C9E687B" w:rsidR="00491C70" w:rsidRPr="00AE5A6E" w:rsidRDefault="002D4E12" w:rsidP="004D087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Wartość brutto</w:t>
            </w:r>
            <w:r w:rsidR="00491C70" w:rsidRPr="00AE5A6E">
              <w:rPr>
                <w:rFonts w:ascii="Arial" w:hAnsi="Arial" w:cs="Arial"/>
                <w:b/>
                <w:sz w:val="16"/>
                <w:szCs w:val="16"/>
              </w:rPr>
              <w:t xml:space="preserve"> (5*8)</w:t>
            </w:r>
          </w:p>
        </w:tc>
      </w:tr>
      <w:tr w:rsidR="00AE5A6E" w:rsidRPr="00AE5A6E" w14:paraId="254D2EA0" w14:textId="77777777" w:rsidTr="004D0876">
        <w:trPr>
          <w:trHeight w:val="14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E245C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5BF6E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DA8EB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5FD90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D4E02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6949F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12CD2B" w14:textId="2B369F49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D4D0A4" w14:textId="69898DA8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04ED6" w14:textId="3CEF1DAC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AE5A6E" w:rsidRPr="00AE5A6E" w14:paraId="033CD8CF" w14:textId="77777777" w:rsidTr="004D0876">
        <w:trPr>
          <w:trHeight w:val="50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5BE28" w14:textId="756EDFDB" w:rsidR="00491C70" w:rsidRPr="00AE5A6E" w:rsidRDefault="004D0876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6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4CA966" w14:textId="16C593AC" w:rsidR="00491C70" w:rsidRPr="00AE5A6E" w:rsidRDefault="00491C70" w:rsidP="004D0876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5A6E">
              <w:rPr>
                <w:rFonts w:asciiTheme="minorHAnsi" w:hAnsiTheme="minorHAnsi" w:cstheme="minorHAnsi"/>
                <w:b/>
                <w:sz w:val="20"/>
                <w:szCs w:val="20"/>
              </w:rPr>
              <w:t>PB 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7C0B6F9E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5DC5EEC4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5C47A" w14:textId="5477D358" w:rsidR="00491C70" w:rsidRPr="00AE5A6E" w:rsidRDefault="00AA4467" w:rsidP="004D087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F10B9D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360647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42F25AF" w14:textId="60A829D4" w:rsidR="00491C70" w:rsidRPr="00AE5A6E" w:rsidRDefault="00FF605B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  <w:r w:rsidR="00772E49" w:rsidRPr="00AE5A6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50366B7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D0AD189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6FC5683D" w14:textId="29A43ED2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A6E" w:rsidRPr="00AE5A6E" w14:paraId="1FD1C096" w14:textId="77777777" w:rsidTr="004D0876">
        <w:trPr>
          <w:trHeight w:val="50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1E93C" w14:textId="3590E517" w:rsidR="00491C70" w:rsidRPr="00AE5A6E" w:rsidRDefault="004D0876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6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D8A6C" w14:textId="488ED642" w:rsidR="00491C70" w:rsidRPr="00AE5A6E" w:rsidRDefault="00491C70" w:rsidP="004D0876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5A6E">
              <w:rPr>
                <w:rFonts w:asciiTheme="minorHAnsi" w:hAnsiTheme="minorHAnsi" w:cstheme="minorHAnsi"/>
                <w:b/>
              </w:rPr>
              <w:t>PB98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1943318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4D78DBBC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2A818" w14:textId="48B82396" w:rsidR="00491C70" w:rsidRPr="00AE5A6E" w:rsidRDefault="00AA4467" w:rsidP="004D087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="00360647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054770AC" w14:textId="7B774AFE" w:rsidR="00491C70" w:rsidRPr="00AE5A6E" w:rsidRDefault="00FF605B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  <w:r w:rsidR="00772E49" w:rsidRPr="00AE5A6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2EEB34E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782C5C0" w14:textId="77777777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0BA22B2" w14:textId="1B6547DE" w:rsidR="00491C70" w:rsidRPr="00AE5A6E" w:rsidRDefault="00491C70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5A6E" w:rsidRPr="00AE5A6E" w14:paraId="36B1B36C" w14:textId="77777777" w:rsidTr="002D4E12">
        <w:trPr>
          <w:trHeight w:val="50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00AB8" w14:textId="3D50A205" w:rsidR="00772E49" w:rsidRPr="00AE5A6E" w:rsidRDefault="004D0876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6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80DC8" w14:textId="54B302CB" w:rsidR="00772E49" w:rsidRPr="00AE5A6E" w:rsidRDefault="00772E49" w:rsidP="004D0876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AE5A6E">
              <w:rPr>
                <w:rFonts w:asciiTheme="minorHAnsi" w:hAnsiTheme="minorHAnsi" w:cstheme="minorHAnsi"/>
                <w:b/>
              </w:rPr>
              <w:t>LPG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5D45A2CC" w14:textId="77777777" w:rsidR="00772E49" w:rsidRPr="00AE5A6E" w:rsidRDefault="00772E49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538350BD" w14:textId="77777777" w:rsidR="00772E49" w:rsidRPr="00AE5A6E" w:rsidRDefault="00772E49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BD3A53" w14:textId="1855947A" w:rsidR="00772E49" w:rsidRPr="00AE5A6E" w:rsidRDefault="00360647" w:rsidP="004D087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49736FEC" w14:textId="5007F0A4" w:rsidR="00772E49" w:rsidRPr="00AE5A6E" w:rsidRDefault="00FF605B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  <w:r w:rsidR="00772E49" w:rsidRPr="00AE5A6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C998E9E" w14:textId="77777777" w:rsidR="00772E49" w:rsidRPr="00AE5A6E" w:rsidRDefault="00772E49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5A013417" w14:textId="77777777" w:rsidR="00772E49" w:rsidRPr="00AE5A6E" w:rsidRDefault="00772E49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7B383762" w14:textId="77777777" w:rsidR="00772E49" w:rsidRPr="00AE5A6E" w:rsidRDefault="00772E49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4E12" w:rsidRPr="00AE5A6E" w14:paraId="53E191FC" w14:textId="77777777" w:rsidTr="002D4E12">
        <w:trPr>
          <w:trHeight w:val="458"/>
          <w:jc w:val="center"/>
        </w:trPr>
        <w:tc>
          <w:tcPr>
            <w:tcW w:w="3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688ED39" w14:textId="203B6308" w:rsidR="002D4E12" w:rsidRPr="00AE5A6E" w:rsidRDefault="002D4E12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6E">
              <w:rPr>
                <w:rFonts w:ascii="Arial" w:hAnsi="Arial" w:cs="Arial"/>
                <w:sz w:val="16"/>
                <w:szCs w:val="16"/>
              </w:rPr>
              <w:t>Wypełnia</w:t>
            </w:r>
            <w:r>
              <w:rPr>
                <w:rFonts w:ascii="Arial" w:hAnsi="Arial" w:cs="Arial"/>
                <w:sz w:val="16"/>
                <w:szCs w:val="16"/>
              </w:rPr>
              <w:t xml:space="preserve"> osoba składająca ofertę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E01639E" w14:textId="77777777" w:rsidR="002D4E12" w:rsidRPr="00AE5A6E" w:rsidRDefault="002D4E12" w:rsidP="004D087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57A247" w14:textId="77777777" w:rsidR="002D4E12" w:rsidRPr="00AE5A6E" w:rsidRDefault="002D4E12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89A92E" w14:textId="296011F8" w:rsidR="002D4E12" w:rsidRPr="00AE5A6E" w:rsidRDefault="002D4E12" w:rsidP="002D4E12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Całkowita wartość: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B2C0C53" w14:textId="77777777" w:rsidR="002D4E12" w:rsidRPr="00AE5A6E" w:rsidRDefault="002D4E12" w:rsidP="004D08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A8A7C8" w14:textId="77777777" w:rsidR="00F82CF1" w:rsidRDefault="00F82CF1" w:rsidP="00673374">
      <w:pPr>
        <w:spacing w:after="120" w:line="240" w:lineRule="auto"/>
        <w:jc w:val="both"/>
        <w:rPr>
          <w:rFonts w:ascii="Arial" w:hAnsi="Arial" w:cs="Arial"/>
        </w:rPr>
      </w:pPr>
    </w:p>
    <w:p w14:paraId="17C9952D" w14:textId="2B3B7FF5" w:rsidR="00AF31EF" w:rsidRPr="00AE5A6E" w:rsidRDefault="00AF31EF" w:rsidP="00673374">
      <w:pPr>
        <w:spacing w:after="120" w:line="240" w:lineRule="auto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lastRenderedPageBreak/>
        <w:t>Dostępność stacji w miejscowościach:</w:t>
      </w:r>
    </w:p>
    <w:p w14:paraId="025A3706" w14:textId="24F59288" w:rsidR="00AF31EF" w:rsidRDefault="00AF31EF" w:rsidP="00AE5A6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>Dziemiany</w:t>
      </w:r>
      <w:r w:rsidR="00F10B9D">
        <w:rPr>
          <w:rFonts w:ascii="Arial" w:hAnsi="Arial" w:cs="Arial"/>
        </w:rPr>
        <w:tab/>
      </w:r>
      <w:r w:rsidR="00F10B9D">
        <w:rPr>
          <w:rFonts w:ascii="Arial" w:hAnsi="Arial" w:cs="Arial"/>
        </w:rPr>
        <w:tab/>
      </w:r>
      <w:r w:rsidR="00F10B9D">
        <w:rPr>
          <w:rFonts w:ascii="Arial" w:hAnsi="Arial" w:cs="Arial"/>
        </w:rPr>
        <w:tab/>
      </w:r>
      <w:r w:rsidRPr="00AE5A6E">
        <w:rPr>
          <w:rFonts w:ascii="Arial" w:hAnsi="Arial" w:cs="Arial"/>
        </w:rPr>
        <w:t>tak  /  nie *</w:t>
      </w:r>
    </w:p>
    <w:p w14:paraId="32949E81" w14:textId="128622CA" w:rsidR="00F10B9D" w:rsidRPr="00AE5A6E" w:rsidRDefault="00F10B9D" w:rsidP="00AE5A6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Słupsk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tak / nie *</w:t>
      </w:r>
    </w:p>
    <w:p w14:paraId="6E4B7914" w14:textId="77777777" w:rsidR="00AF31EF" w:rsidRPr="00F10B9D" w:rsidRDefault="00AF31EF" w:rsidP="00673374">
      <w:pPr>
        <w:spacing w:after="120" w:line="240" w:lineRule="auto"/>
        <w:jc w:val="both"/>
        <w:rPr>
          <w:rFonts w:ascii="Arial" w:hAnsi="Arial" w:cs="Arial"/>
          <w:sz w:val="14"/>
          <w:szCs w:val="14"/>
        </w:rPr>
      </w:pPr>
      <w:r w:rsidRPr="00F10B9D">
        <w:rPr>
          <w:rFonts w:ascii="Arial" w:hAnsi="Arial" w:cs="Arial"/>
          <w:sz w:val="14"/>
          <w:szCs w:val="14"/>
        </w:rPr>
        <w:t xml:space="preserve">* </w:t>
      </w:r>
      <w:r w:rsidR="007A7439" w:rsidRPr="00F10B9D">
        <w:rPr>
          <w:rFonts w:ascii="Arial" w:hAnsi="Arial" w:cs="Arial"/>
          <w:sz w:val="14"/>
          <w:szCs w:val="14"/>
        </w:rPr>
        <w:t>niewłaściwe skreślić</w:t>
      </w:r>
    </w:p>
    <w:p w14:paraId="6070D4B2" w14:textId="7CB63DE1" w:rsidR="00673374" w:rsidRPr="00AE5A6E" w:rsidRDefault="00673374" w:rsidP="00673374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670CDFB" w14:textId="7EAF65F9" w:rsidR="00AE5A6E" w:rsidRPr="00AE5A6E" w:rsidRDefault="00AE5A6E" w:rsidP="00673374">
      <w:pPr>
        <w:spacing w:after="120" w:line="240" w:lineRule="auto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>Oświadczamy, że:</w:t>
      </w:r>
    </w:p>
    <w:p w14:paraId="1097C706" w14:textId="77777777" w:rsidR="00AE5A6E" w:rsidRPr="00AE5A6E" w:rsidRDefault="00AE5A6E" w:rsidP="00AE5A6E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>U</w:t>
      </w:r>
      <w:r w:rsidR="00673374" w:rsidRPr="00AE5A6E">
        <w:rPr>
          <w:rFonts w:ascii="Arial" w:hAnsi="Arial" w:cs="Arial"/>
        </w:rPr>
        <w:t>zyskaliśmy informacje konieczne do przygotowania oferty i właściwego wykonania</w:t>
      </w:r>
      <w:r w:rsidR="0047185D" w:rsidRPr="00AE5A6E">
        <w:rPr>
          <w:rFonts w:ascii="Arial" w:hAnsi="Arial" w:cs="Arial"/>
          <w:iCs/>
        </w:rPr>
        <w:t xml:space="preserve"> z</w:t>
      </w:r>
      <w:r w:rsidR="00673374" w:rsidRPr="00AE5A6E">
        <w:rPr>
          <w:rFonts w:ascii="Arial" w:hAnsi="Arial" w:cs="Arial"/>
        </w:rPr>
        <w:t>amówienia</w:t>
      </w:r>
      <w:r w:rsidRPr="00AE5A6E">
        <w:rPr>
          <w:rFonts w:ascii="Arial" w:hAnsi="Arial" w:cs="Arial"/>
        </w:rPr>
        <w:t>.</w:t>
      </w:r>
    </w:p>
    <w:p w14:paraId="5FAEFB06" w14:textId="77777777" w:rsidR="00AE5A6E" w:rsidRDefault="00AE5A6E" w:rsidP="00AE5A6E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>W</w:t>
      </w:r>
      <w:r w:rsidR="00AF31EF" w:rsidRPr="00AE5A6E">
        <w:rPr>
          <w:rFonts w:ascii="Arial" w:hAnsi="Arial" w:cs="Arial"/>
        </w:rPr>
        <w:t xml:space="preserve"> cenie oferty zostały uwzględnione wszystkie koszty wykonania</w:t>
      </w:r>
      <w:r w:rsidRPr="00AE5A6E">
        <w:rPr>
          <w:rFonts w:ascii="Arial" w:hAnsi="Arial" w:cs="Arial"/>
        </w:rPr>
        <w:t xml:space="preserve"> </w:t>
      </w:r>
      <w:r w:rsidR="00AF31EF" w:rsidRPr="00AE5A6E">
        <w:rPr>
          <w:rFonts w:ascii="Arial" w:hAnsi="Arial" w:cs="Arial"/>
        </w:rPr>
        <w:t>zamówienia i realizacji przyszłego świadczenia umownego.</w:t>
      </w:r>
    </w:p>
    <w:p w14:paraId="04E8AA18" w14:textId="63AA7617" w:rsidR="00DE66A4" w:rsidRPr="00AE5A6E" w:rsidRDefault="00DE66A4" w:rsidP="00AE5A6E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DE66A4">
        <w:rPr>
          <w:rFonts w:ascii="Arial" w:hAnsi="Arial" w:cs="Arial"/>
        </w:rPr>
        <w:t xml:space="preserve">Akceptujemy termin płatności </w:t>
      </w:r>
      <w:r>
        <w:rPr>
          <w:rFonts w:ascii="Arial" w:hAnsi="Arial" w:cs="Arial"/>
        </w:rPr>
        <w:t>14</w:t>
      </w:r>
      <w:r w:rsidRPr="00DE66A4">
        <w:rPr>
          <w:rFonts w:ascii="Arial" w:hAnsi="Arial" w:cs="Arial"/>
        </w:rPr>
        <w:t xml:space="preserve"> dni od dnia </w:t>
      </w:r>
      <w:r>
        <w:rPr>
          <w:rFonts w:ascii="Arial" w:hAnsi="Arial" w:cs="Arial"/>
        </w:rPr>
        <w:t>dostarczeni</w:t>
      </w:r>
      <w:r w:rsidR="00C643E1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faktury do Zamawiającego.</w:t>
      </w:r>
    </w:p>
    <w:p w14:paraId="29A8BB99" w14:textId="77777777" w:rsidR="00AE5A6E" w:rsidRPr="00AE5A6E" w:rsidRDefault="00AF31EF" w:rsidP="00AE5A6E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>Zapewniamy Zamawiającemu ww</w:t>
      </w:r>
      <w:r w:rsidR="00AE5A6E" w:rsidRPr="00AE5A6E">
        <w:rPr>
          <w:rFonts w:ascii="Arial" w:hAnsi="Arial" w:cs="Arial"/>
        </w:rPr>
        <w:t>.</w:t>
      </w:r>
      <w:r w:rsidRPr="00AE5A6E">
        <w:rPr>
          <w:rFonts w:ascii="Arial" w:hAnsi="Arial" w:cs="Arial"/>
        </w:rPr>
        <w:t xml:space="preserve"> zakup na stacjach benzynowych na terenie</w:t>
      </w:r>
      <w:r w:rsidRPr="00AE5A6E">
        <w:rPr>
          <w:rFonts w:ascii="Arial" w:hAnsi="Arial" w:cs="Arial"/>
        </w:rPr>
        <w:br/>
        <w:t>całego kraju,</w:t>
      </w:r>
      <w:r w:rsidR="007A7439" w:rsidRPr="00AE5A6E">
        <w:rPr>
          <w:rFonts w:ascii="Arial" w:hAnsi="Arial" w:cs="Arial"/>
        </w:rPr>
        <w:t xml:space="preserve"> przy czym najbliższa stacja w stosunku do siedziby Zamawiającego </w:t>
      </w:r>
      <w:r w:rsidR="00673374" w:rsidRPr="00AE5A6E">
        <w:rPr>
          <w:rFonts w:ascii="Arial" w:hAnsi="Arial" w:cs="Arial"/>
        </w:rPr>
        <w:t>mieści się przy ul. …..……………………………………w Gdańsku.</w:t>
      </w:r>
    </w:p>
    <w:p w14:paraId="62CFC86A" w14:textId="61C40CEC" w:rsidR="00AF31EF" w:rsidRPr="00AE5A6E" w:rsidRDefault="00AF31EF" w:rsidP="00AE5A6E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 xml:space="preserve">Rozliczenie finansowe za tankowany </w:t>
      </w:r>
      <w:r w:rsidR="005B56E0" w:rsidRPr="00AE5A6E">
        <w:rPr>
          <w:rFonts w:ascii="Arial" w:hAnsi="Arial" w:cs="Arial"/>
        </w:rPr>
        <w:t>asortyment</w:t>
      </w:r>
      <w:r w:rsidRPr="00AE5A6E">
        <w:rPr>
          <w:rFonts w:ascii="Arial" w:hAnsi="Arial" w:cs="Arial"/>
        </w:rPr>
        <w:t xml:space="preserve"> odbywać się będzie bezgotówkowo za pomocą kart flotowych i zostanie podpisana umowa na świadczenie usług na okres od </w:t>
      </w:r>
      <w:r w:rsidR="005B56E0" w:rsidRPr="00AE5A6E">
        <w:rPr>
          <w:rFonts w:ascii="Arial" w:hAnsi="Arial" w:cs="Arial"/>
        </w:rPr>
        <w:t>0</w:t>
      </w:r>
      <w:r w:rsidR="00F10B9D">
        <w:rPr>
          <w:rFonts w:ascii="Arial" w:hAnsi="Arial" w:cs="Arial"/>
        </w:rPr>
        <w:t>2</w:t>
      </w:r>
      <w:r w:rsidRPr="00AE5A6E">
        <w:rPr>
          <w:rFonts w:ascii="Arial" w:hAnsi="Arial" w:cs="Arial"/>
        </w:rPr>
        <w:t>.01.20</w:t>
      </w:r>
      <w:r w:rsidR="005B56E0" w:rsidRPr="00AE5A6E">
        <w:rPr>
          <w:rFonts w:ascii="Arial" w:hAnsi="Arial" w:cs="Arial"/>
        </w:rPr>
        <w:t>2</w:t>
      </w:r>
      <w:r w:rsidR="00AA4467">
        <w:rPr>
          <w:rFonts w:ascii="Arial" w:hAnsi="Arial" w:cs="Arial"/>
        </w:rPr>
        <w:t>6</w:t>
      </w:r>
      <w:r w:rsidR="00360647">
        <w:rPr>
          <w:rFonts w:ascii="Arial" w:hAnsi="Arial" w:cs="Arial"/>
        </w:rPr>
        <w:t xml:space="preserve"> </w:t>
      </w:r>
      <w:r w:rsidR="007A7439" w:rsidRPr="00AE5A6E">
        <w:rPr>
          <w:rFonts w:ascii="Arial" w:hAnsi="Arial" w:cs="Arial"/>
        </w:rPr>
        <w:t>r.</w:t>
      </w:r>
      <w:r w:rsidRPr="00AE5A6E">
        <w:rPr>
          <w:rFonts w:ascii="Arial" w:hAnsi="Arial" w:cs="Arial"/>
        </w:rPr>
        <w:t xml:space="preserve"> do 31.12.20</w:t>
      </w:r>
      <w:r w:rsidR="005B56E0" w:rsidRPr="00AE5A6E">
        <w:rPr>
          <w:rFonts w:ascii="Arial" w:hAnsi="Arial" w:cs="Arial"/>
        </w:rPr>
        <w:t>2</w:t>
      </w:r>
      <w:r w:rsidR="00AA4467">
        <w:rPr>
          <w:rFonts w:ascii="Arial" w:hAnsi="Arial" w:cs="Arial"/>
        </w:rPr>
        <w:t>6</w:t>
      </w:r>
      <w:r w:rsidR="00360647">
        <w:rPr>
          <w:rFonts w:ascii="Arial" w:hAnsi="Arial" w:cs="Arial"/>
        </w:rPr>
        <w:t xml:space="preserve"> </w:t>
      </w:r>
      <w:r w:rsidRPr="00AE5A6E">
        <w:rPr>
          <w:rFonts w:ascii="Arial" w:hAnsi="Arial" w:cs="Arial"/>
        </w:rPr>
        <w:t>r.</w:t>
      </w:r>
    </w:p>
    <w:p w14:paraId="6C3C78F1" w14:textId="77777777" w:rsidR="00F82CF1" w:rsidRDefault="00AE5A6E" w:rsidP="00F82CF1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AE5A6E">
        <w:rPr>
          <w:rFonts w:ascii="Arial" w:hAnsi="Arial" w:cs="Arial"/>
        </w:rPr>
        <w:t xml:space="preserve">W stosunku do wszystkich osób, które będą występować w postępowaniu o udzielenie zamówienia publicznego wypełniłam/wypełniłem obowiązki informacyjne przewidziane </w:t>
      </w:r>
      <w:r w:rsidRPr="00AE5A6E">
        <w:rPr>
          <w:rFonts w:ascii="Arial" w:hAnsi="Arial" w:cs="Arial"/>
        </w:rPr>
        <w:br/>
        <w:t xml:space="preserve">w art. 13 lub art. 14 RODO, wobec wszystkich osób fizycznych, których dane osobowe zostały przedstawione w celu ubiegania się o udzielenie zamówienia publicznego </w:t>
      </w:r>
      <w:r w:rsidRPr="00AE5A6E">
        <w:rPr>
          <w:rFonts w:ascii="Arial" w:hAnsi="Arial" w:cs="Arial"/>
        </w:rPr>
        <w:br/>
        <w:t>w niniejszym postępowaniu</w:t>
      </w:r>
      <w:r w:rsidRPr="00AE5A6E">
        <w:rPr>
          <w:rFonts w:ascii="Arial" w:hAnsi="Arial" w:cs="Arial"/>
          <w:vertAlign w:val="superscript"/>
        </w:rPr>
        <w:footnoteReference w:id="1"/>
      </w:r>
      <w:r w:rsidRPr="00AE5A6E">
        <w:rPr>
          <w:rFonts w:ascii="Arial" w:hAnsi="Arial" w:cs="Arial"/>
        </w:rPr>
        <w:t>.</w:t>
      </w:r>
    </w:p>
    <w:p w14:paraId="114A51D7" w14:textId="3FA372CA" w:rsidR="003357D3" w:rsidRPr="003357D3" w:rsidRDefault="00F82CF1" w:rsidP="003357D3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3357D3">
        <w:rPr>
          <w:rFonts w:ascii="Arial" w:hAnsi="Arial" w:cs="Arial"/>
        </w:rPr>
        <w:t>O</w:t>
      </w:r>
      <w:r w:rsidR="003357D3" w:rsidRPr="003357D3">
        <w:rPr>
          <w:rFonts w:ascii="Arial" w:hAnsi="Arial" w:cs="Arial"/>
        </w:rPr>
        <w:t>świadczamy, że nie podlegamy wykluczeniu z postępowania na podstawie art. 7 ust. 1 pkt 1-3 ustawy z dnia 13 kwietnia 2022 r. o szczególnych rozwiązaniach w zakresie przeciwdziałania wspieraniu agresji na Ukrainę oraz służących ochronie bezpieczeństwa narodowego (</w:t>
      </w:r>
      <w:r w:rsidR="00AA4467" w:rsidRPr="00AA4467">
        <w:rPr>
          <w:rFonts w:ascii="Arial" w:hAnsi="Arial" w:cs="Arial"/>
        </w:rPr>
        <w:t>Dz.U.2025.514 t.j. z dnia 2025.04.18</w:t>
      </w:r>
      <w:r w:rsidR="003357D3" w:rsidRPr="003357D3">
        <w:rPr>
          <w:rFonts w:ascii="Arial" w:hAnsi="Arial" w:cs="Arial"/>
        </w:rPr>
        <w:t>).</w:t>
      </w:r>
    </w:p>
    <w:p w14:paraId="1329EE99" w14:textId="6B325881" w:rsidR="002838C2" w:rsidRPr="003357D3" w:rsidRDefault="002838C2" w:rsidP="00C22BDF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3357D3">
        <w:rPr>
          <w:rFonts w:ascii="Arial" w:hAnsi="Arial" w:cs="Arial"/>
        </w:rPr>
        <w:t xml:space="preserve">Oświadczam, że zapoznałem się z zasadami Polityki Środowiskowej Regionalnej Dyrekcji Ochrony Środowiska w Gdańsku, opublikowanymi na stronie </w:t>
      </w:r>
      <w:r w:rsidRPr="003357D3">
        <w:rPr>
          <w:rFonts w:ascii="Arial" w:hAnsi="Arial" w:cs="Arial"/>
          <w:u w:val="single"/>
        </w:rPr>
        <w:t>https://www.gov.pl/web/rdos-gdansk/system-ekozarzadzania-i-audytu-emas</w:t>
      </w:r>
      <w:r w:rsidRPr="003357D3">
        <w:rPr>
          <w:rFonts w:ascii="Arial" w:hAnsi="Arial" w:cs="Arial"/>
        </w:rPr>
        <w:t xml:space="preserve"> i zobowiązuje się do ich przestrzegania.</w:t>
      </w:r>
    </w:p>
    <w:p w14:paraId="2881B5D8" w14:textId="77777777" w:rsidR="002838C2" w:rsidRPr="00F82CF1" w:rsidRDefault="002838C2" w:rsidP="002838C2">
      <w:pPr>
        <w:pStyle w:val="Akapitzlist"/>
        <w:ind w:left="284"/>
        <w:jc w:val="both"/>
        <w:rPr>
          <w:rFonts w:ascii="Arial" w:hAnsi="Arial" w:cs="Arial"/>
        </w:rPr>
      </w:pPr>
    </w:p>
    <w:p w14:paraId="2C710B93" w14:textId="0337BCAC" w:rsidR="00AE5A6E" w:rsidRPr="00AE5A6E" w:rsidRDefault="00AE5A6E" w:rsidP="00F82CF1">
      <w:pPr>
        <w:pStyle w:val="Akapitzlist"/>
        <w:ind w:left="284"/>
        <w:jc w:val="both"/>
        <w:rPr>
          <w:rFonts w:ascii="Arial" w:hAnsi="Arial" w:cs="Arial"/>
        </w:rPr>
      </w:pPr>
    </w:p>
    <w:p w14:paraId="2FDDE0AB" w14:textId="3B1FC378" w:rsidR="00AE5A6E" w:rsidRPr="00010559" w:rsidRDefault="00AE5A6E" w:rsidP="00AE5A6E">
      <w:pPr>
        <w:pStyle w:val="Standard"/>
        <w:spacing w:line="360" w:lineRule="auto"/>
        <w:ind w:left="709"/>
        <w:rPr>
          <w:rFonts w:ascii="Arial" w:hAnsi="Arial" w:cs="Arial"/>
          <w:i/>
          <w:iCs/>
          <w:sz w:val="22"/>
          <w:szCs w:val="22"/>
        </w:rPr>
      </w:pPr>
      <w:r w:rsidRPr="00AE5A6E">
        <w:rPr>
          <w:rFonts w:ascii="Arial" w:hAnsi="Arial" w:cs="Arial"/>
          <w:i/>
          <w:iCs/>
          <w:sz w:val="22"/>
          <w:szCs w:val="22"/>
        </w:rPr>
        <w:t xml:space="preserve">   </w:t>
      </w:r>
    </w:p>
    <w:p w14:paraId="368B9935" w14:textId="77777777" w:rsidR="002838C2" w:rsidRDefault="002838C2" w:rsidP="00AE5A6E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14:paraId="130B21FD" w14:textId="77777777" w:rsidR="002838C2" w:rsidRDefault="002838C2" w:rsidP="00AE5A6E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14:paraId="49EF3940" w14:textId="77777777" w:rsidR="002838C2" w:rsidRDefault="002838C2" w:rsidP="00AE5A6E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14:paraId="6E00BE62" w14:textId="2D239A9D" w:rsidR="00AE5A6E" w:rsidRPr="00010559" w:rsidRDefault="00AE5A6E" w:rsidP="00AE5A6E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010559">
        <w:rPr>
          <w:rFonts w:ascii="Arial" w:hAnsi="Arial" w:cs="Arial"/>
          <w:i/>
          <w:iCs/>
          <w:sz w:val="22"/>
          <w:szCs w:val="22"/>
        </w:rPr>
        <w:t>______________________________________</w:t>
      </w:r>
    </w:p>
    <w:p w14:paraId="1DEA0F5E" w14:textId="3F12C1C9" w:rsidR="00633F2F" w:rsidRPr="00F82CF1" w:rsidRDefault="00F82CF1" w:rsidP="00F82CF1">
      <w:pPr>
        <w:pStyle w:val="Tekstpodstawowy1"/>
        <w:spacing w:before="0" w:after="0" w:line="240" w:lineRule="auto"/>
        <w:ind w:left="3505"/>
        <w:jc w:val="left"/>
        <w:rPr>
          <w:rFonts w:cs="Arial"/>
          <w:sz w:val="14"/>
          <w:szCs w:val="14"/>
        </w:rPr>
      </w:pPr>
      <w:r>
        <w:rPr>
          <w:rFonts w:cs="Arial"/>
          <w:i w:val="0"/>
          <w:iCs w:val="0"/>
          <w:sz w:val="12"/>
          <w:szCs w:val="12"/>
        </w:rPr>
        <w:t xml:space="preserve">                          </w:t>
      </w:r>
      <w:r w:rsidR="00AE5A6E" w:rsidRPr="00F82CF1">
        <w:rPr>
          <w:rFonts w:cs="Arial"/>
          <w:i w:val="0"/>
          <w:iCs w:val="0"/>
          <w:sz w:val="14"/>
          <w:szCs w:val="14"/>
        </w:rPr>
        <w:t>(Podpis i pieczątka upoważnioneg</w:t>
      </w:r>
      <w:r w:rsidRPr="00F82CF1">
        <w:rPr>
          <w:rFonts w:cs="Arial"/>
          <w:i w:val="0"/>
          <w:iCs w:val="0"/>
          <w:sz w:val="14"/>
          <w:szCs w:val="14"/>
        </w:rPr>
        <w:t xml:space="preserve">o </w:t>
      </w:r>
      <w:r w:rsidR="00AE5A6E" w:rsidRPr="00F82CF1">
        <w:rPr>
          <w:rFonts w:cs="Arial"/>
          <w:i w:val="0"/>
          <w:iCs w:val="0"/>
          <w:sz w:val="14"/>
          <w:szCs w:val="14"/>
        </w:rPr>
        <w:t>przedstawiciela Wykonawcy)</w:t>
      </w:r>
    </w:p>
    <w:sectPr w:rsidR="00633F2F" w:rsidRPr="00F82CF1" w:rsidSect="003606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417" w:left="1417" w:header="340" w:footer="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5F03C" w14:textId="77777777" w:rsidR="006B21FE" w:rsidRDefault="006B21FE" w:rsidP="000F38F9">
      <w:pPr>
        <w:spacing w:after="0" w:line="240" w:lineRule="auto"/>
      </w:pPr>
      <w:r>
        <w:separator/>
      </w:r>
    </w:p>
  </w:endnote>
  <w:endnote w:type="continuationSeparator" w:id="0">
    <w:p w14:paraId="081FBD5D" w14:textId="77777777" w:rsidR="006B21FE" w:rsidRDefault="006B21FE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848EC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1CF71" w14:textId="5259D21A" w:rsidR="00962C23" w:rsidRDefault="00962C23" w:rsidP="00962C23">
    <w:pPr>
      <w:pStyle w:val="Stopka"/>
      <w:tabs>
        <w:tab w:val="clear" w:pos="4536"/>
      </w:tabs>
      <w:ind w:hanging="426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44805" w14:textId="77777777" w:rsidR="006B21FE" w:rsidRDefault="006B21FE" w:rsidP="000F38F9">
      <w:pPr>
        <w:spacing w:after="0" w:line="240" w:lineRule="auto"/>
      </w:pPr>
      <w:r>
        <w:separator/>
      </w:r>
    </w:p>
  </w:footnote>
  <w:footnote w:type="continuationSeparator" w:id="0">
    <w:p w14:paraId="27897F41" w14:textId="77777777" w:rsidR="006B21FE" w:rsidRDefault="006B21FE" w:rsidP="000F38F9">
      <w:pPr>
        <w:spacing w:after="0" w:line="240" w:lineRule="auto"/>
      </w:pPr>
      <w:r>
        <w:continuationSeparator/>
      </w:r>
    </w:p>
  </w:footnote>
  <w:footnote w:id="1">
    <w:p w14:paraId="3CBC1569" w14:textId="77777777" w:rsidR="00AE5A6E" w:rsidRPr="00AE5A6E" w:rsidRDefault="00AE5A6E" w:rsidP="00AE5A6E">
      <w:pPr>
        <w:pStyle w:val="Tekstprzypisudolnego"/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FB4F41">
        <w:rPr>
          <w:rStyle w:val="Odwoanieprzypisudolnego"/>
          <w:color w:val="0F243E" w:themeColor="text2" w:themeShade="80"/>
          <w:sz w:val="14"/>
          <w:szCs w:val="14"/>
        </w:rPr>
        <w:footnoteRef/>
      </w:r>
      <w:r w:rsidRPr="00FB4F41">
        <w:rPr>
          <w:color w:val="0F243E" w:themeColor="text2" w:themeShade="80"/>
          <w:sz w:val="14"/>
          <w:szCs w:val="14"/>
        </w:rPr>
        <w:t xml:space="preserve"> </w:t>
      </w:r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>rozporządzenie Parlamentu E</w:t>
      </w:r>
      <w:r w:rsidRPr="00AE5A6E">
        <w:rPr>
          <w:rFonts w:ascii="Arial" w:hAnsi="Arial" w:cs="Arial"/>
          <w:sz w:val="14"/>
          <w:szCs w:val="14"/>
        </w:rPr>
        <w:t xml:space="preserve">uropejskiego i Rady (UE) 2016/679 z dnia 27 kwietnia 2016 r. w sprawie ochrony osób fizycznych w związku </w:t>
      </w:r>
      <w:r w:rsidRPr="00AE5A6E">
        <w:rPr>
          <w:rFonts w:ascii="Arial" w:hAnsi="Arial" w:cs="Arial"/>
          <w:sz w:val="14"/>
          <w:szCs w:val="14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  <w:p w14:paraId="168E2288" w14:textId="77777777" w:rsidR="00AE5A6E" w:rsidRDefault="00AE5A6E" w:rsidP="00AE5A6E">
      <w:pPr>
        <w:pStyle w:val="Tekstprzypisudolnego"/>
        <w:spacing w:after="0" w:line="240" w:lineRule="auto"/>
      </w:pPr>
      <w:r w:rsidRPr="00AE5A6E">
        <w:rPr>
          <w:rStyle w:val="Odwoanieprzypisudolnego"/>
          <w:rFonts w:ascii="Arial" w:hAnsi="Arial" w:cs="Arial"/>
          <w:sz w:val="14"/>
          <w:szCs w:val="14"/>
        </w:rPr>
        <w:t>2</w:t>
      </w:r>
      <w:r w:rsidRPr="00AE5A6E">
        <w:rPr>
          <w:rFonts w:ascii="Arial" w:hAnsi="Arial" w:cs="Arial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A11A5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C9D5D" w14:textId="67FF800F" w:rsidR="00FF1ACA" w:rsidRDefault="00FF1ACA" w:rsidP="00425F85">
    <w:pPr>
      <w:pStyle w:val="Nagwek"/>
      <w:tabs>
        <w:tab w:val="clear" w:pos="4536"/>
        <w:tab w:val="clear" w:pos="9072"/>
      </w:tabs>
      <w:ind w:hanging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E54ED8"/>
    <w:multiLevelType w:val="hybridMultilevel"/>
    <w:tmpl w:val="D090DF5C"/>
    <w:lvl w:ilvl="0" w:tplc="1758F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C77D7"/>
    <w:multiLevelType w:val="hybridMultilevel"/>
    <w:tmpl w:val="8E443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E2781E"/>
    <w:multiLevelType w:val="hybridMultilevel"/>
    <w:tmpl w:val="5B042A04"/>
    <w:lvl w:ilvl="0" w:tplc="2D4AE5F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923BD"/>
    <w:multiLevelType w:val="hybridMultilevel"/>
    <w:tmpl w:val="78CCA95A"/>
    <w:lvl w:ilvl="0" w:tplc="3E1E8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2FE5B20"/>
    <w:multiLevelType w:val="hybridMultilevel"/>
    <w:tmpl w:val="0F126776"/>
    <w:lvl w:ilvl="0" w:tplc="83D29C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062F9"/>
    <w:multiLevelType w:val="singleLevel"/>
    <w:tmpl w:val="B8E83C00"/>
    <w:lvl w:ilvl="0">
      <w:start w:val="1"/>
      <w:numFmt w:val="decimal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6FA315D4"/>
    <w:multiLevelType w:val="hybridMultilevel"/>
    <w:tmpl w:val="184435C4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 w16cid:durableId="714161158">
    <w:abstractNumId w:val="5"/>
    <w:lvlOverride w:ilvl="0">
      <w:startOverride w:val="1"/>
    </w:lvlOverride>
  </w:num>
  <w:num w:numId="2" w16cid:durableId="261305985">
    <w:abstractNumId w:val="1"/>
  </w:num>
  <w:num w:numId="3" w16cid:durableId="1260866847">
    <w:abstractNumId w:val="4"/>
  </w:num>
  <w:num w:numId="4" w16cid:durableId="611472945">
    <w:abstractNumId w:val="6"/>
  </w:num>
  <w:num w:numId="5" w16cid:durableId="8528372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9139178">
    <w:abstractNumId w:val="0"/>
  </w:num>
  <w:num w:numId="7" w16cid:durableId="16685100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1EF"/>
    <w:rsid w:val="00010559"/>
    <w:rsid w:val="00010A42"/>
    <w:rsid w:val="00037C21"/>
    <w:rsid w:val="000979A6"/>
    <w:rsid w:val="000D1C14"/>
    <w:rsid w:val="000F3813"/>
    <w:rsid w:val="000F38F9"/>
    <w:rsid w:val="000F6CE1"/>
    <w:rsid w:val="00141990"/>
    <w:rsid w:val="00147E2F"/>
    <w:rsid w:val="00152CA5"/>
    <w:rsid w:val="00175D69"/>
    <w:rsid w:val="001766D0"/>
    <w:rsid w:val="001A12FD"/>
    <w:rsid w:val="001A5FF3"/>
    <w:rsid w:val="001E5D3D"/>
    <w:rsid w:val="001F489F"/>
    <w:rsid w:val="002078CB"/>
    <w:rsid w:val="00221F98"/>
    <w:rsid w:val="0022440F"/>
    <w:rsid w:val="00225414"/>
    <w:rsid w:val="00230053"/>
    <w:rsid w:val="0024534D"/>
    <w:rsid w:val="002838C2"/>
    <w:rsid w:val="002A2117"/>
    <w:rsid w:val="002C018D"/>
    <w:rsid w:val="002C28AF"/>
    <w:rsid w:val="002D4E12"/>
    <w:rsid w:val="002E195E"/>
    <w:rsid w:val="002F3587"/>
    <w:rsid w:val="0031184D"/>
    <w:rsid w:val="00311BAA"/>
    <w:rsid w:val="00312D02"/>
    <w:rsid w:val="003149CE"/>
    <w:rsid w:val="003357D3"/>
    <w:rsid w:val="00342586"/>
    <w:rsid w:val="00350DC0"/>
    <w:rsid w:val="00360647"/>
    <w:rsid w:val="0036229F"/>
    <w:rsid w:val="003714E9"/>
    <w:rsid w:val="00383FDD"/>
    <w:rsid w:val="00390E4A"/>
    <w:rsid w:val="00393829"/>
    <w:rsid w:val="003B53EB"/>
    <w:rsid w:val="003C3F39"/>
    <w:rsid w:val="003F14C8"/>
    <w:rsid w:val="004200CE"/>
    <w:rsid w:val="00425F85"/>
    <w:rsid w:val="00440BBA"/>
    <w:rsid w:val="0047185D"/>
    <w:rsid w:val="00476E20"/>
    <w:rsid w:val="00491C70"/>
    <w:rsid w:val="00493FA6"/>
    <w:rsid w:val="004959AC"/>
    <w:rsid w:val="004A2F36"/>
    <w:rsid w:val="004D0876"/>
    <w:rsid w:val="004E165F"/>
    <w:rsid w:val="005128D4"/>
    <w:rsid w:val="00522C1A"/>
    <w:rsid w:val="0052673D"/>
    <w:rsid w:val="0054781B"/>
    <w:rsid w:val="00557FD4"/>
    <w:rsid w:val="005B56E0"/>
    <w:rsid w:val="005C7609"/>
    <w:rsid w:val="005E1CC4"/>
    <w:rsid w:val="005F4F3B"/>
    <w:rsid w:val="00611136"/>
    <w:rsid w:val="0062060B"/>
    <w:rsid w:val="0062316B"/>
    <w:rsid w:val="00626F39"/>
    <w:rsid w:val="00633F2F"/>
    <w:rsid w:val="006657C0"/>
    <w:rsid w:val="00673374"/>
    <w:rsid w:val="006A3B2C"/>
    <w:rsid w:val="006A4DC4"/>
    <w:rsid w:val="006B21FE"/>
    <w:rsid w:val="006E5BEE"/>
    <w:rsid w:val="00700C6B"/>
    <w:rsid w:val="00705E77"/>
    <w:rsid w:val="00721AE7"/>
    <w:rsid w:val="00734BFE"/>
    <w:rsid w:val="0075095D"/>
    <w:rsid w:val="00762D7D"/>
    <w:rsid w:val="00772E49"/>
    <w:rsid w:val="007876CB"/>
    <w:rsid w:val="007A7439"/>
    <w:rsid w:val="007A7EBB"/>
    <w:rsid w:val="007B5595"/>
    <w:rsid w:val="007D7C22"/>
    <w:rsid w:val="007E28EB"/>
    <w:rsid w:val="008053E2"/>
    <w:rsid w:val="00812CEA"/>
    <w:rsid w:val="00846AB3"/>
    <w:rsid w:val="0085274A"/>
    <w:rsid w:val="008A54E2"/>
    <w:rsid w:val="008B6E97"/>
    <w:rsid w:val="008D77DE"/>
    <w:rsid w:val="009301BF"/>
    <w:rsid w:val="00951C0C"/>
    <w:rsid w:val="00961420"/>
    <w:rsid w:val="00962C23"/>
    <w:rsid w:val="0096370D"/>
    <w:rsid w:val="00972DCB"/>
    <w:rsid w:val="009949ED"/>
    <w:rsid w:val="009D7FC7"/>
    <w:rsid w:val="009E5CA9"/>
    <w:rsid w:val="009F7301"/>
    <w:rsid w:val="00A128EC"/>
    <w:rsid w:val="00A163B0"/>
    <w:rsid w:val="00A20FE6"/>
    <w:rsid w:val="00A31B45"/>
    <w:rsid w:val="00A61476"/>
    <w:rsid w:val="00A66F4C"/>
    <w:rsid w:val="00A67C77"/>
    <w:rsid w:val="00A9313E"/>
    <w:rsid w:val="00AA2E9A"/>
    <w:rsid w:val="00AA4467"/>
    <w:rsid w:val="00AE1E84"/>
    <w:rsid w:val="00AE45C1"/>
    <w:rsid w:val="00AE5A6E"/>
    <w:rsid w:val="00AF0B90"/>
    <w:rsid w:val="00AF31EF"/>
    <w:rsid w:val="00B06130"/>
    <w:rsid w:val="00B10341"/>
    <w:rsid w:val="00B502B2"/>
    <w:rsid w:val="00B86EF5"/>
    <w:rsid w:val="00B977DC"/>
    <w:rsid w:val="00BC407A"/>
    <w:rsid w:val="00C106CC"/>
    <w:rsid w:val="00C15C8B"/>
    <w:rsid w:val="00C25BD1"/>
    <w:rsid w:val="00C615E4"/>
    <w:rsid w:val="00C643E1"/>
    <w:rsid w:val="00C96BA0"/>
    <w:rsid w:val="00CF136F"/>
    <w:rsid w:val="00D06763"/>
    <w:rsid w:val="00D16970"/>
    <w:rsid w:val="00D173B8"/>
    <w:rsid w:val="00D17C98"/>
    <w:rsid w:val="00D17EF7"/>
    <w:rsid w:val="00D26CC4"/>
    <w:rsid w:val="00D32B28"/>
    <w:rsid w:val="00D401B3"/>
    <w:rsid w:val="00D47B4A"/>
    <w:rsid w:val="00D556EF"/>
    <w:rsid w:val="00D71F9E"/>
    <w:rsid w:val="00D971E8"/>
    <w:rsid w:val="00DE3A1E"/>
    <w:rsid w:val="00DE66A4"/>
    <w:rsid w:val="00E000DD"/>
    <w:rsid w:val="00E1523D"/>
    <w:rsid w:val="00E1684D"/>
    <w:rsid w:val="00E37929"/>
    <w:rsid w:val="00E40E5E"/>
    <w:rsid w:val="00E45EB6"/>
    <w:rsid w:val="00E515E5"/>
    <w:rsid w:val="00E5354F"/>
    <w:rsid w:val="00E732DF"/>
    <w:rsid w:val="00EB38F2"/>
    <w:rsid w:val="00EE7BA2"/>
    <w:rsid w:val="00EF610B"/>
    <w:rsid w:val="00F10B9D"/>
    <w:rsid w:val="00F27D06"/>
    <w:rsid w:val="00F318C7"/>
    <w:rsid w:val="00F31C60"/>
    <w:rsid w:val="00F6454E"/>
    <w:rsid w:val="00F82CF1"/>
    <w:rsid w:val="00FF1ACA"/>
    <w:rsid w:val="00FF3A71"/>
    <w:rsid w:val="00FF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D374F74"/>
  <w15:docId w15:val="{1A0FF55C-3EC6-4122-9CDB-853392A57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1E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772E49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99"/>
    <w:qFormat/>
    <w:rsid w:val="00AE5A6E"/>
    <w:pPr>
      <w:ind w:left="720"/>
      <w:contextualSpacing/>
    </w:pPr>
  </w:style>
  <w:style w:type="paragraph" w:customStyle="1" w:styleId="Tekstpodstawowy1">
    <w:name w:val="Tekst podstawowy1"/>
    <w:basedOn w:val="Normalny"/>
    <w:rsid w:val="00AE5A6E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  <w:sz w:val="24"/>
      <w:szCs w:val="24"/>
      <w:lang w:eastAsia="pl-PL"/>
    </w:rPr>
  </w:style>
  <w:style w:type="paragraph" w:customStyle="1" w:styleId="Standard">
    <w:name w:val="Standard"/>
    <w:rsid w:val="00AE5A6E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E5A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5A6E"/>
    <w:rPr>
      <w:lang w:eastAsia="en-US"/>
    </w:rPr>
  </w:style>
  <w:style w:type="character" w:styleId="Odwoanieprzypisudolnego">
    <w:name w:val="footnote reference"/>
    <w:uiPriority w:val="99"/>
    <w:unhideWhenUsed/>
    <w:rsid w:val="00AE5A6E"/>
    <w:rPr>
      <w:vertAlign w:val="superscript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F82CF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3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02D63-13A1-485C-B25C-C99380ACE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68</TotalTime>
  <Pages>2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Grotha</cp:lastModifiedBy>
  <cp:revision>23</cp:revision>
  <cp:lastPrinted>2025-12-05T11:11:00Z</cp:lastPrinted>
  <dcterms:created xsi:type="dcterms:W3CDTF">2020-11-30T13:24:00Z</dcterms:created>
  <dcterms:modified xsi:type="dcterms:W3CDTF">2025-12-05T11:15:00Z</dcterms:modified>
</cp:coreProperties>
</file>